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04C" w:rsidRDefault="00B1304C" w:rsidP="0019000D">
      <w:pPr>
        <w:spacing w:after="100" w:afterAutospacing="1"/>
        <w:jc w:val="center"/>
        <w:rPr>
          <w:sz w:val="4"/>
          <w:szCs w:val="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ланк постановления1" style="width:42pt;height:63pt;visibility:visible">
            <v:imagedata r:id="rId7" o:title=""/>
          </v:shape>
        </w:pict>
      </w:r>
    </w:p>
    <w:p w:rsidR="00B1304C" w:rsidRDefault="00B1304C" w:rsidP="0019000D">
      <w:pPr>
        <w:spacing w:after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326.7pt;margin-top:64.2pt;width:139.5pt;height:19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sxmfgIAAA8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" stroked="f">
            <v:textbox>
              <w:txbxContent>
                <w:p w:rsidR="00B1304C" w:rsidRPr="00CF0EB8" w:rsidRDefault="00B1304C" w:rsidP="0019000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07-01-05-805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" o:spid="_x0000_s1027" type="#_x0000_t202" style="position:absolute;margin-left:4.2pt;margin-top:63.45pt;width:156pt;height:20.2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" stroked="f">
            <v:textbox>
              <w:txbxContent>
                <w:p w:rsidR="00B1304C" w:rsidRPr="00CF0EB8" w:rsidRDefault="00B1304C" w:rsidP="00F8657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23.10.2013</w:t>
                  </w:r>
                </w:p>
              </w:txbxContent>
            </v:textbox>
          </v:shape>
        </w:pict>
      </w:r>
      <w:r>
        <w:rPr>
          <w:noProof/>
        </w:rPr>
        <w:pict>
          <v:shape id="Рисунок 0" o:spid="_x0000_i1026" type="#_x0000_t75" alt="Backup_of_Backup_of_Бланк постановления.tif" style="width:477pt;height:90.75pt;visibility:visible">
            <v:imagedata r:id="rId8" o:title=""/>
          </v:shape>
        </w:pi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199"/>
      </w:tblGrid>
      <w:tr w:rsidR="00B1304C" w:rsidRPr="00C2699F" w:rsidTr="00C2699F">
        <w:tc>
          <w:tcPr>
            <w:tcW w:w="9199" w:type="dxa"/>
            <w:tcBorders>
              <w:top w:val="nil"/>
              <w:left w:val="nil"/>
              <w:bottom w:val="nil"/>
              <w:right w:val="nil"/>
            </w:tcBorders>
          </w:tcPr>
          <w:p w:rsidR="00B1304C" w:rsidRPr="00C2699F" w:rsidRDefault="00B1304C" w:rsidP="00C2699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50CB5">
              <w:rPr>
                <w:rFonts w:ascii="Times New Roman" w:hAnsi="Times New Roman"/>
                <w:sz w:val="20"/>
                <w:szCs w:val="20"/>
              </w:rPr>
              <w:t>┌                                                             ┐</w:t>
            </w:r>
          </w:p>
        </w:tc>
      </w:tr>
    </w:tbl>
    <w:p w:rsidR="00B1304C" w:rsidRDefault="00B1304C" w:rsidP="00B237BE">
      <w:pPr>
        <w:spacing w:after="0" w:line="240" w:lineRule="auto"/>
        <w:ind w:left="-1276" w:firstLine="1276"/>
        <w:rPr>
          <w:rFonts w:ascii="Times New Roman" w:hAnsi="Times New Roman"/>
          <w:b/>
          <w:sz w:val="28"/>
          <w:szCs w:val="28"/>
        </w:rPr>
      </w:pPr>
      <w:r w:rsidRPr="00A31895">
        <w:rPr>
          <w:rFonts w:ascii="Times New Roman" w:hAnsi="Times New Roman"/>
          <w:b/>
          <w:sz w:val="28"/>
          <w:szCs w:val="28"/>
        </w:rPr>
        <w:t xml:space="preserve">О проведении </w:t>
      </w:r>
      <w:r>
        <w:rPr>
          <w:rFonts w:ascii="Times New Roman" w:hAnsi="Times New Roman"/>
          <w:b/>
          <w:sz w:val="28"/>
          <w:szCs w:val="28"/>
        </w:rPr>
        <w:t xml:space="preserve">муниципального </w:t>
      </w:r>
    </w:p>
    <w:p w:rsidR="00B1304C" w:rsidRDefault="00B1304C" w:rsidP="00B237BE">
      <w:pPr>
        <w:spacing w:after="0" w:line="240" w:lineRule="auto"/>
        <w:ind w:left="-1276" w:firstLine="127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конкурса исследовательских</w:t>
      </w:r>
    </w:p>
    <w:p w:rsidR="00B1304C" w:rsidRDefault="00B1304C" w:rsidP="00B237BE">
      <w:pPr>
        <w:spacing w:after="0" w:line="240" w:lineRule="auto"/>
        <w:ind w:left="-1276" w:firstLine="127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краеведческих работ «Отечество»</w:t>
      </w:r>
    </w:p>
    <w:p w:rsidR="00B1304C" w:rsidRDefault="00B1304C" w:rsidP="00A3189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B1304C" w:rsidRPr="00B237BE" w:rsidRDefault="00B1304C" w:rsidP="00B237B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237BE">
        <w:rPr>
          <w:rFonts w:ascii="Times New Roman" w:hAnsi="Times New Roman"/>
          <w:bCs/>
          <w:sz w:val="28"/>
          <w:szCs w:val="28"/>
        </w:rPr>
        <w:t xml:space="preserve">В соответствии с комплексным планом Управления </w:t>
      </w:r>
      <w:r>
        <w:rPr>
          <w:rFonts w:ascii="Times New Roman" w:hAnsi="Times New Roman"/>
          <w:bCs/>
          <w:sz w:val="28"/>
          <w:szCs w:val="28"/>
        </w:rPr>
        <w:t>О и ПО на 2013-2014 учебный год</w:t>
      </w:r>
    </w:p>
    <w:p w:rsidR="00B1304C" w:rsidRDefault="00B1304C" w:rsidP="00B237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304C" w:rsidRPr="00B237BE" w:rsidRDefault="00B1304C" w:rsidP="00B237B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237BE">
        <w:rPr>
          <w:rFonts w:ascii="Times New Roman" w:hAnsi="Times New Roman"/>
          <w:b/>
          <w:bCs/>
          <w:sz w:val="28"/>
          <w:szCs w:val="28"/>
        </w:rPr>
        <w:t xml:space="preserve">ПРИКАЗЫВАЮ: </w:t>
      </w:r>
    </w:p>
    <w:p w:rsidR="00B1304C" w:rsidRPr="00B237BE" w:rsidRDefault="00B1304C" w:rsidP="00B237BE">
      <w:pPr>
        <w:numPr>
          <w:ilvl w:val="0"/>
          <w:numId w:val="1"/>
        </w:numPr>
        <w:tabs>
          <w:tab w:val="left" w:pos="360"/>
          <w:tab w:val="left" w:pos="540"/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B237BE">
        <w:rPr>
          <w:rFonts w:ascii="Times New Roman" w:hAnsi="Times New Roman"/>
          <w:sz w:val="28"/>
          <w:szCs w:val="28"/>
        </w:rPr>
        <w:t>Организовать проведение муниципального конкурса исследовательских краеведческих работ «Отечество» 28 ноября 2013 года</w:t>
      </w:r>
      <w:r>
        <w:rPr>
          <w:rFonts w:ascii="Times New Roman" w:hAnsi="Times New Roman"/>
          <w:sz w:val="28"/>
          <w:szCs w:val="28"/>
        </w:rPr>
        <w:t xml:space="preserve"> на базе МАОУ ДОД СДЮТЭ</w:t>
      </w:r>
      <w:r w:rsidRPr="00B237BE">
        <w:rPr>
          <w:rFonts w:ascii="Times New Roman" w:hAnsi="Times New Roman"/>
          <w:sz w:val="28"/>
          <w:szCs w:val="28"/>
        </w:rPr>
        <w:t>.</w:t>
      </w:r>
    </w:p>
    <w:p w:rsidR="00B1304C" w:rsidRPr="00B237BE" w:rsidRDefault="00B1304C" w:rsidP="00B237BE">
      <w:pPr>
        <w:numPr>
          <w:ilvl w:val="0"/>
          <w:numId w:val="1"/>
        </w:numPr>
        <w:tabs>
          <w:tab w:val="left" w:pos="360"/>
          <w:tab w:val="left" w:pos="540"/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B237BE">
        <w:rPr>
          <w:rFonts w:ascii="Times New Roman" w:hAnsi="Times New Roman"/>
          <w:sz w:val="28"/>
          <w:szCs w:val="28"/>
        </w:rPr>
        <w:t>Утвердить положение о муниципальном конкурсе</w:t>
      </w:r>
      <w:bookmarkStart w:id="0" w:name="_GoBack"/>
      <w:bookmarkEnd w:id="0"/>
      <w:r w:rsidRPr="00B237BE">
        <w:rPr>
          <w:rFonts w:ascii="Times New Roman" w:hAnsi="Times New Roman"/>
          <w:sz w:val="28"/>
          <w:szCs w:val="28"/>
        </w:rPr>
        <w:t xml:space="preserve"> исследовательских краеведческих работ «Отечество» </w:t>
      </w:r>
      <w:r>
        <w:rPr>
          <w:rFonts w:ascii="Times New Roman" w:hAnsi="Times New Roman"/>
          <w:sz w:val="28"/>
          <w:szCs w:val="28"/>
        </w:rPr>
        <w:t>согласно приложению</w:t>
      </w:r>
      <w:r w:rsidRPr="00B237BE">
        <w:rPr>
          <w:rFonts w:ascii="Times New Roman" w:hAnsi="Times New Roman"/>
          <w:sz w:val="28"/>
          <w:szCs w:val="28"/>
        </w:rPr>
        <w:t>.</w:t>
      </w:r>
    </w:p>
    <w:p w:rsidR="00B1304C" w:rsidRPr="00B237BE" w:rsidRDefault="00B1304C" w:rsidP="00B237BE">
      <w:pPr>
        <w:numPr>
          <w:ilvl w:val="0"/>
          <w:numId w:val="1"/>
        </w:numPr>
        <w:tabs>
          <w:tab w:val="left" w:pos="360"/>
          <w:tab w:val="left" w:pos="540"/>
          <w:tab w:val="left" w:pos="720"/>
          <w:tab w:val="left" w:pos="1080"/>
        </w:tabs>
        <w:spacing w:after="0"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</w:rPr>
      </w:pPr>
      <w:r w:rsidRPr="00B237BE">
        <w:rPr>
          <w:rFonts w:ascii="Times New Roman" w:hAnsi="Times New Roman"/>
          <w:sz w:val="28"/>
          <w:szCs w:val="28"/>
        </w:rPr>
        <w:t>Возложить ответственность за организацию и проведение муниципального конкурса исследо</w:t>
      </w:r>
      <w:r>
        <w:rPr>
          <w:rFonts w:ascii="Times New Roman" w:hAnsi="Times New Roman"/>
          <w:sz w:val="28"/>
          <w:szCs w:val="28"/>
        </w:rPr>
        <w:t>вательских краеведческих работ</w:t>
      </w:r>
      <w:r w:rsidRPr="00B237BE">
        <w:rPr>
          <w:rFonts w:ascii="Times New Roman" w:hAnsi="Times New Roman"/>
          <w:sz w:val="28"/>
          <w:szCs w:val="28"/>
        </w:rPr>
        <w:t xml:space="preserve"> «Отечество» на директора МАОУ ДОД СДЮТЭ Третьякову О.А.</w:t>
      </w:r>
    </w:p>
    <w:p w:rsidR="00B1304C" w:rsidRPr="00B237BE" w:rsidRDefault="00B1304C" w:rsidP="00B237BE">
      <w:pPr>
        <w:numPr>
          <w:ilvl w:val="0"/>
          <w:numId w:val="1"/>
        </w:numPr>
        <w:tabs>
          <w:tab w:val="left" w:pos="360"/>
          <w:tab w:val="left" w:pos="540"/>
          <w:tab w:val="left" w:pos="720"/>
          <w:tab w:val="left" w:pos="1080"/>
        </w:tabs>
        <w:spacing w:after="0"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</w:rPr>
      </w:pPr>
      <w:r w:rsidRPr="00B237BE">
        <w:rPr>
          <w:rFonts w:ascii="Times New Roman" w:hAnsi="Times New Roman"/>
          <w:sz w:val="28"/>
          <w:szCs w:val="28"/>
        </w:rPr>
        <w:t>Рекомендовать руководителям образовательных учреждений Чайковского муниципального района направить учащихся для участия в муниципальном конкурсе «Отечество»</w:t>
      </w:r>
      <w:r>
        <w:rPr>
          <w:rFonts w:ascii="Times New Roman" w:hAnsi="Times New Roman"/>
          <w:sz w:val="28"/>
          <w:szCs w:val="28"/>
        </w:rPr>
        <w:t xml:space="preserve"> с возложением ответственности за жизнь и здоровье детей на руководителей делегаций</w:t>
      </w:r>
      <w:r w:rsidRPr="00B237BE">
        <w:rPr>
          <w:rFonts w:ascii="Times New Roman" w:hAnsi="Times New Roman"/>
          <w:sz w:val="28"/>
          <w:szCs w:val="28"/>
        </w:rPr>
        <w:t>.</w:t>
      </w:r>
    </w:p>
    <w:p w:rsidR="00B1304C" w:rsidRPr="00B237BE" w:rsidRDefault="00B1304C" w:rsidP="00B237BE">
      <w:pPr>
        <w:pStyle w:val="NoSpacing"/>
        <w:tabs>
          <w:tab w:val="left" w:pos="540"/>
          <w:tab w:val="left" w:pos="720"/>
        </w:tabs>
        <w:ind w:firstLine="36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5. </w:t>
      </w:r>
      <w:r w:rsidRPr="00B237BE">
        <w:rPr>
          <w:rFonts w:ascii="Times New Roman" w:hAnsi="Times New Roman"/>
          <w:bCs/>
          <w:sz w:val="28"/>
          <w:szCs w:val="28"/>
        </w:rPr>
        <w:t>Контроль за исполнением приказа возложить на главного        специалиста отдела О и ДО Управления О и ПО Сёмину С.Н.</w:t>
      </w:r>
    </w:p>
    <w:p w:rsidR="00B1304C" w:rsidRPr="00B237BE" w:rsidRDefault="00B1304C" w:rsidP="00B23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mbria" w:hAnsi="Cambria"/>
          <w:bCs/>
          <w:sz w:val="28"/>
          <w:szCs w:val="28"/>
        </w:rPr>
      </w:pPr>
    </w:p>
    <w:p w:rsidR="00B1304C" w:rsidRPr="00B237BE" w:rsidRDefault="00B1304C" w:rsidP="00B237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mbria" w:hAnsi="Cambria"/>
          <w:bCs/>
          <w:sz w:val="28"/>
          <w:szCs w:val="28"/>
        </w:rPr>
      </w:pPr>
    </w:p>
    <w:p w:rsidR="00B1304C" w:rsidRPr="00B237BE" w:rsidRDefault="00B1304C" w:rsidP="00E413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И.о.н</w:t>
      </w:r>
      <w:r w:rsidRPr="00B237BE">
        <w:rPr>
          <w:rFonts w:ascii="Times New Roman" w:hAnsi="Times New Roman"/>
          <w:bCs/>
          <w:sz w:val="28"/>
          <w:szCs w:val="28"/>
        </w:rPr>
        <w:t>ачальник</w:t>
      </w:r>
      <w:r>
        <w:rPr>
          <w:rFonts w:ascii="Times New Roman" w:hAnsi="Times New Roman"/>
          <w:bCs/>
          <w:sz w:val="28"/>
          <w:szCs w:val="28"/>
        </w:rPr>
        <w:t>а</w:t>
      </w:r>
      <w:r w:rsidRPr="00B237BE">
        <w:rPr>
          <w:rFonts w:ascii="Times New Roman" w:hAnsi="Times New Roman"/>
          <w:bCs/>
          <w:sz w:val="28"/>
          <w:szCs w:val="28"/>
        </w:rPr>
        <w:t xml:space="preserve"> Управления О и ПО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  Д.С.Дядюков</w:t>
      </w:r>
    </w:p>
    <w:sectPr w:rsidR="00B1304C" w:rsidRPr="00B237BE" w:rsidSect="00477A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04C" w:rsidRDefault="00B1304C" w:rsidP="00430C53">
      <w:pPr>
        <w:spacing w:after="0" w:line="240" w:lineRule="auto"/>
      </w:pPr>
      <w:r>
        <w:separator/>
      </w:r>
    </w:p>
  </w:endnote>
  <w:endnote w:type="continuationSeparator" w:id="0">
    <w:p w:rsidR="00B1304C" w:rsidRDefault="00B1304C" w:rsidP="00430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04C" w:rsidRDefault="00B1304C" w:rsidP="00430C53">
      <w:pPr>
        <w:spacing w:after="0" w:line="240" w:lineRule="auto"/>
      </w:pPr>
      <w:r>
        <w:separator/>
      </w:r>
    </w:p>
  </w:footnote>
  <w:footnote w:type="continuationSeparator" w:id="0">
    <w:p w:rsidR="00B1304C" w:rsidRDefault="00B1304C" w:rsidP="00430C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759A9"/>
    <w:multiLevelType w:val="hybridMultilevel"/>
    <w:tmpl w:val="8FBC83C0"/>
    <w:lvl w:ilvl="0" w:tplc="74A6705A">
      <w:start w:val="1"/>
      <w:numFmt w:val="decimal"/>
      <w:lvlText w:val="%1."/>
      <w:lvlJc w:val="left"/>
      <w:pPr>
        <w:ind w:left="1050" w:hanging="69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83F2A3F"/>
    <w:multiLevelType w:val="hybridMultilevel"/>
    <w:tmpl w:val="3D80E6D4"/>
    <w:lvl w:ilvl="0" w:tplc="AC6C5B3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7864"/>
    <w:rsid w:val="00043B65"/>
    <w:rsid w:val="000A7BBE"/>
    <w:rsid w:val="000B1863"/>
    <w:rsid w:val="00163736"/>
    <w:rsid w:val="0019000D"/>
    <w:rsid w:val="00221F0B"/>
    <w:rsid w:val="00234B13"/>
    <w:rsid w:val="00253ACF"/>
    <w:rsid w:val="00285C12"/>
    <w:rsid w:val="002F4C2E"/>
    <w:rsid w:val="003701DD"/>
    <w:rsid w:val="003B1720"/>
    <w:rsid w:val="00430C53"/>
    <w:rsid w:val="00477A21"/>
    <w:rsid w:val="005A4714"/>
    <w:rsid w:val="006C06B0"/>
    <w:rsid w:val="0086161F"/>
    <w:rsid w:val="008A1CC5"/>
    <w:rsid w:val="008A21D3"/>
    <w:rsid w:val="008C7864"/>
    <w:rsid w:val="008E40F6"/>
    <w:rsid w:val="00A0676D"/>
    <w:rsid w:val="00A31895"/>
    <w:rsid w:val="00A661AC"/>
    <w:rsid w:val="00B1304C"/>
    <w:rsid w:val="00B237BE"/>
    <w:rsid w:val="00B342AE"/>
    <w:rsid w:val="00B71E6E"/>
    <w:rsid w:val="00BC4BF7"/>
    <w:rsid w:val="00C2699F"/>
    <w:rsid w:val="00CF0EB8"/>
    <w:rsid w:val="00D50CB5"/>
    <w:rsid w:val="00DB447C"/>
    <w:rsid w:val="00E413C5"/>
    <w:rsid w:val="00F86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6B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basedOn w:val="DefaultParagraphFont"/>
    <w:link w:val="NoSpacing"/>
    <w:uiPriority w:val="99"/>
    <w:locked/>
    <w:rsid w:val="008C7864"/>
    <w:rPr>
      <w:rFonts w:cs="Times New Roman"/>
      <w:sz w:val="22"/>
      <w:szCs w:val="22"/>
      <w:lang w:val="ru-RU" w:eastAsia="ru-RU" w:bidi="ar-SA"/>
    </w:rPr>
  </w:style>
  <w:style w:type="paragraph" w:styleId="NoSpacing">
    <w:name w:val="No Spacing"/>
    <w:link w:val="NoSpacingChar"/>
    <w:uiPriority w:val="99"/>
    <w:qFormat/>
    <w:rsid w:val="008C7864"/>
  </w:style>
  <w:style w:type="paragraph" w:styleId="BalloonText">
    <w:name w:val="Balloon Text"/>
    <w:basedOn w:val="Normal"/>
    <w:link w:val="BalloonTextChar"/>
    <w:uiPriority w:val="99"/>
    <w:semiHidden/>
    <w:rsid w:val="00190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9000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0B186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430C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30C53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30C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30C5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08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169</Words>
  <Characters>967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</dc:creator>
  <cp:keywords/>
  <dc:description/>
  <cp:lastModifiedBy>user</cp:lastModifiedBy>
  <cp:revision>8</cp:revision>
  <cp:lastPrinted>2013-10-21T10:37:00Z</cp:lastPrinted>
  <dcterms:created xsi:type="dcterms:W3CDTF">2013-10-21T10:40:00Z</dcterms:created>
  <dcterms:modified xsi:type="dcterms:W3CDTF">2013-10-23T07:29:00Z</dcterms:modified>
</cp:coreProperties>
</file>